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BE" w:rsidRDefault="007C4DBE" w:rsidP="00F1690E">
      <w:pPr>
        <w:spacing w:after="0"/>
        <w:ind w:left="-567" w:right="-567"/>
        <w:jc w:val="center"/>
        <w:rPr>
          <w:b/>
          <w:sz w:val="44"/>
        </w:rPr>
      </w:pPr>
      <w:r>
        <w:rPr>
          <w:b/>
          <w:sz w:val="44"/>
        </w:rPr>
        <w:t xml:space="preserve">                                      MEĐUNARODNO PRVENSTVO HRVATSKE </w:t>
      </w:r>
    </w:p>
    <w:p w:rsidR="007C4DBE" w:rsidRDefault="007C4DBE" w:rsidP="00F1690E">
      <w:pPr>
        <w:spacing w:after="0"/>
        <w:ind w:left="-567" w:right="-567"/>
        <w:jc w:val="center"/>
        <w:rPr>
          <w:b/>
          <w:sz w:val="40"/>
        </w:rPr>
      </w:pPr>
      <w:r>
        <w:rPr>
          <w:b/>
          <w:sz w:val="44"/>
        </w:rPr>
        <w:t>Požega</w:t>
      </w:r>
      <w:r w:rsidRPr="00315585">
        <w:rPr>
          <w:b/>
          <w:sz w:val="44"/>
        </w:rPr>
        <w:t xml:space="preserve"> </w:t>
      </w:r>
      <w:r>
        <w:rPr>
          <w:b/>
          <w:sz w:val="44"/>
        </w:rPr>
        <w:t xml:space="preserve"> 12</w:t>
      </w:r>
      <w:r w:rsidRPr="00315585">
        <w:rPr>
          <w:b/>
          <w:sz w:val="44"/>
        </w:rPr>
        <w:t xml:space="preserve">. </w:t>
      </w:r>
      <w:r>
        <w:rPr>
          <w:b/>
          <w:sz w:val="44"/>
        </w:rPr>
        <w:t>–</w:t>
      </w:r>
      <w:r w:rsidRPr="00315585">
        <w:rPr>
          <w:b/>
          <w:sz w:val="44"/>
        </w:rPr>
        <w:t xml:space="preserve"> </w:t>
      </w:r>
      <w:r>
        <w:rPr>
          <w:b/>
          <w:sz w:val="44"/>
        </w:rPr>
        <w:t>13. 05</w:t>
      </w:r>
      <w:r w:rsidRPr="00315585">
        <w:rPr>
          <w:b/>
          <w:sz w:val="44"/>
        </w:rPr>
        <w:t>.</w:t>
      </w:r>
      <w:r>
        <w:rPr>
          <w:b/>
          <w:sz w:val="44"/>
        </w:rPr>
        <w:t xml:space="preserve"> </w:t>
      </w:r>
      <w:r w:rsidRPr="00315585">
        <w:rPr>
          <w:b/>
          <w:sz w:val="44"/>
        </w:rPr>
        <w:t>201</w:t>
      </w:r>
      <w:r>
        <w:rPr>
          <w:b/>
          <w:sz w:val="44"/>
        </w:rPr>
        <w:t>8</w:t>
      </w:r>
      <w:r w:rsidRPr="00315585">
        <w:rPr>
          <w:b/>
          <w:sz w:val="44"/>
        </w:rPr>
        <w:t>.</w:t>
      </w:r>
      <w:r>
        <w:rPr>
          <w:b/>
          <w:sz w:val="40"/>
        </w:rPr>
        <w:t xml:space="preserve">                                                   </w:t>
      </w:r>
    </w:p>
    <w:p w:rsidR="007C4DBE" w:rsidRDefault="007C4DBE" w:rsidP="00C74672">
      <w:pPr>
        <w:ind w:left="-567" w:right="-567"/>
        <w:jc w:val="center"/>
        <w:rPr>
          <w:b/>
          <w:sz w:val="40"/>
        </w:rPr>
      </w:pPr>
      <w:r>
        <w:rPr>
          <w:b/>
          <w:color w:val="365F91"/>
          <w:sz w:val="36"/>
        </w:rPr>
        <w:t>CM</w:t>
      </w:r>
      <w:r w:rsidRPr="00650323">
        <w:rPr>
          <w:b/>
          <w:color w:val="365F91"/>
          <w:sz w:val="36"/>
        </w:rPr>
        <w:t xml:space="preserve"> UTRKE - SUPERMOTO - OLD TIMER - SKUTERI</w:t>
      </w:r>
      <w:r>
        <w:rPr>
          <w:b/>
          <w:sz w:val="40"/>
        </w:rPr>
        <w:t xml:space="preserve"> </w:t>
      </w:r>
      <w:r>
        <w:rPr>
          <w:b/>
          <w:color w:val="365F91"/>
          <w:sz w:val="36"/>
        </w:rPr>
        <w:t xml:space="preserve">i </w:t>
      </w:r>
      <w:r>
        <w:rPr>
          <w:b/>
          <w:sz w:val="40"/>
        </w:rPr>
        <w:t xml:space="preserve"> </w:t>
      </w:r>
      <w:r>
        <w:rPr>
          <w:b/>
          <w:color w:val="365F91"/>
          <w:sz w:val="36"/>
        </w:rPr>
        <w:t>PRIKOLIČARI</w:t>
      </w:r>
    </w:p>
    <w:tbl>
      <w:tblPr>
        <w:tblW w:w="970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50"/>
      </w:tblGrid>
      <w:tr w:rsidR="007C4DBE" w:rsidRPr="00E31B72" w:rsidTr="00E936EC">
        <w:trPr>
          <w:trHeight w:val="1301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p w:rsidR="007C4DBE" w:rsidRDefault="007C4DBE" w:rsidP="00E31B7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Subota, 12.08.2018</w:t>
            </w:r>
            <w:r w:rsidRPr="00E31B72">
              <w:rPr>
                <w:b/>
                <w:sz w:val="28"/>
                <w:szCs w:val="28"/>
              </w:rPr>
              <w:t>.</w:t>
            </w:r>
          </w:p>
          <w:p w:rsidR="007C4DBE" w:rsidRPr="00E936EC" w:rsidRDefault="007C4DBE" w:rsidP="00E31B72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E936EC">
              <w:rPr>
                <w:b/>
                <w:sz w:val="28"/>
                <w:szCs w:val="28"/>
                <w:u w:val="single"/>
              </w:rPr>
              <w:t>OBAVEZNI SASTANAK VOZAČA I RUKOVODSTVA UTRKE NA STARTNO – CILJNOJ RAVNINI U  08, 15 SATI</w:t>
            </w:r>
          </w:p>
        </w:tc>
      </w:tr>
      <w:tr w:rsidR="007C4DBE" w:rsidRPr="00E31B72" w:rsidTr="00BC1DBB"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p w:rsidR="007C4DBE" w:rsidRPr="00E31B72" w:rsidRDefault="007C4DBE" w:rsidP="00E31B72">
            <w:pPr>
              <w:spacing w:after="0" w:line="240" w:lineRule="auto"/>
              <w:jc w:val="center"/>
              <w:rPr>
                <w:sz w:val="4"/>
                <w:szCs w:val="4"/>
              </w:rPr>
            </w:pPr>
            <w:r w:rsidRPr="00E31B72">
              <w:rPr>
                <w:sz w:val="4"/>
                <w:szCs w:val="4"/>
              </w:rPr>
              <w:t xml:space="preserve">    </w:t>
            </w:r>
          </w:p>
        </w:tc>
      </w:tr>
      <w:tr w:rsidR="007C4DBE" w:rsidRPr="00E31B72" w:rsidTr="00BC1DBB"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161"/>
              <w:gridCol w:w="1436"/>
              <w:gridCol w:w="6927"/>
            </w:tblGrid>
            <w:tr w:rsidR="007C4DBE" w:rsidRPr="00E31B72" w:rsidTr="008954E0">
              <w:trPr>
                <w:trHeight w:val="223"/>
              </w:trPr>
              <w:tc>
                <w:tcPr>
                  <w:tcW w:w="952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4A442A"/>
                </w:tcPr>
                <w:p w:rsidR="007C4DBE" w:rsidRPr="00E31B72" w:rsidRDefault="007C4DBE" w:rsidP="00E31B72">
                  <w:pPr>
                    <w:spacing w:after="0" w:line="240" w:lineRule="auto"/>
                    <w:rPr>
                      <w:b/>
                      <w:sz w:val="4"/>
                    </w:rPr>
                  </w:pPr>
                </w:p>
                <w:p w:rsidR="007C4DBE" w:rsidRPr="00E31B72" w:rsidRDefault="007C4DBE" w:rsidP="00E31B72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 xml:space="preserve">SLUŽBENI  </w:t>
                  </w:r>
                  <w:r w:rsidRPr="00E31B72">
                    <w:rPr>
                      <w:b/>
                      <w:color w:val="FFFFFF"/>
                      <w:sz w:val="24"/>
                    </w:rPr>
                    <w:t>TREN</w:t>
                  </w:r>
                  <w:r>
                    <w:rPr>
                      <w:b/>
                      <w:color w:val="FFFFFF"/>
                      <w:sz w:val="24"/>
                    </w:rPr>
                    <w:t>ING</w:t>
                  </w:r>
                </w:p>
              </w:tc>
            </w:tr>
            <w:tr w:rsidR="007C4DBE" w:rsidRPr="00E31B72" w:rsidTr="008954E0">
              <w:trPr>
                <w:trHeight w:val="118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C4DBE" w:rsidRPr="00E31B72" w:rsidRDefault="007C4DBE" w:rsidP="00E31B72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E31B72">
                    <w:rPr>
                      <w:b/>
                      <w:sz w:val="16"/>
                      <w:szCs w:val="16"/>
                    </w:rPr>
                    <w:t>Disciplina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C4DBE" w:rsidRPr="00E31B72" w:rsidRDefault="007C4DBE" w:rsidP="00E31B72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E31B72">
                    <w:rPr>
                      <w:b/>
                      <w:sz w:val="16"/>
                      <w:szCs w:val="16"/>
                    </w:rPr>
                    <w:t>Satnica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C4DBE" w:rsidRPr="00E31B72" w:rsidRDefault="007C4DBE" w:rsidP="00E31B72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E31B72">
                    <w:rPr>
                      <w:b/>
                      <w:sz w:val="16"/>
                      <w:szCs w:val="16"/>
                    </w:rPr>
                    <w:t>Grupa</w:t>
                  </w:r>
                  <w:r w:rsidRPr="00E31B72">
                    <w:rPr>
                      <w:sz w:val="16"/>
                      <w:szCs w:val="16"/>
                    </w:rPr>
                    <w:t>/</w:t>
                  </w:r>
                  <w:r w:rsidRPr="00E31B72">
                    <w:rPr>
                      <w:b/>
                      <w:sz w:val="16"/>
                      <w:szCs w:val="16"/>
                    </w:rPr>
                    <w:t>klasa</w:t>
                  </w: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A6940">
                    <w:rPr>
                      <w:b/>
                    </w:rPr>
                    <w:t>SKUTERI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08.30 - 08.45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 w:rsidRPr="001A6940">
                    <w:t>SVI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55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08.50 - 09.05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1,2,3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A6940">
                    <w:rPr>
                      <w:b/>
                    </w:rPr>
                    <w:t>CMU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09.10 - 09.25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 w:rsidRPr="001A6940">
                    <w:t>125 SP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PRIKOLICE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09.30 - 09.45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SVI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55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09.50 - 10.05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4,5,6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CMU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10.10 - 10.25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600 SST + BIG BOYS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A6940">
                    <w:rPr>
                      <w:b/>
                    </w:rPr>
                    <w:t>OT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10.30 - 10.45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 w:rsidRPr="001A6940">
                    <w:t>7,8,9,10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55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SM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10.50 - 1105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SVI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CMU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11.10 – 11.25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1000 SST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106"/>
              </w:trPr>
              <w:tc>
                <w:tcPr>
                  <w:tcW w:w="9524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</w:tcPr>
                <w:p w:rsidR="007C4DBE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  <w:p w:rsidR="007C4DBE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  <w:p w:rsidR="007C4DBE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  <w:p w:rsidR="007C4DBE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  <w:p w:rsidR="007C4DBE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  <w:p w:rsidR="007C4DBE" w:rsidRPr="00E31B72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</w:tc>
            </w:tr>
            <w:tr w:rsidR="007C4DBE" w:rsidRPr="00E31B72" w:rsidTr="008954E0">
              <w:trPr>
                <w:trHeight w:val="236"/>
              </w:trPr>
              <w:tc>
                <w:tcPr>
                  <w:tcW w:w="952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4A442A"/>
                </w:tcPr>
                <w:p w:rsidR="007C4DBE" w:rsidRPr="00E31B72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1E0"/>
                  </w:tblPr>
                  <w:tblGrid>
                    <w:gridCol w:w="4729"/>
                  </w:tblGrid>
                  <w:tr w:rsidR="007C4DBE" w:rsidRPr="00E31B72" w:rsidTr="008954E0">
                    <w:trPr>
                      <w:trHeight w:val="197"/>
                    </w:trPr>
                    <w:tc>
                      <w:tcPr>
                        <w:tcW w:w="47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C4DBE" w:rsidRPr="00820E20" w:rsidRDefault="007C4DBE" w:rsidP="00820E20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FFFF"/>
                            <w:sz w:val="4"/>
                          </w:rPr>
                        </w:pPr>
                        <w:r w:rsidRPr="00820E20">
                          <w:rPr>
                            <w:b/>
                            <w:color w:val="FFFFFF"/>
                            <w:sz w:val="24"/>
                          </w:rPr>
                          <w:t>SLUŽBENI  TRENIN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G</w:t>
                        </w:r>
                      </w:p>
                    </w:tc>
                  </w:tr>
                </w:tbl>
                <w:p w:rsidR="007C4DBE" w:rsidRPr="00E31B72" w:rsidRDefault="007C4DBE" w:rsidP="002A5ECF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4"/>
                    </w:rPr>
                  </w:pPr>
                </w:p>
              </w:tc>
            </w:tr>
            <w:tr w:rsidR="007C4DBE" w:rsidRPr="00E31B72" w:rsidTr="008954E0">
              <w:trPr>
                <w:trHeight w:val="253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2A5EC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A6940">
                    <w:rPr>
                      <w:b/>
                    </w:rPr>
                    <w:t>SKUTERI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2A5ECF">
                  <w:pPr>
                    <w:spacing w:after="0" w:line="240" w:lineRule="auto"/>
                    <w:jc w:val="center"/>
                  </w:pPr>
                  <w:r w:rsidRPr="001A6940">
                    <w:t>11.30 - 11.45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2A5ECF">
                  <w:pPr>
                    <w:spacing w:after="0" w:line="240" w:lineRule="auto"/>
                  </w:pPr>
                  <w:r w:rsidRPr="001A6940">
                    <w:t>SVI</w:t>
                  </w:r>
                </w:p>
                <w:p w:rsidR="007C4DBE" w:rsidRPr="001A6940" w:rsidRDefault="007C4DBE" w:rsidP="002A5ECF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264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2A5EC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2A5ECF">
                  <w:pPr>
                    <w:spacing w:after="0" w:line="240" w:lineRule="auto"/>
                    <w:jc w:val="center"/>
                  </w:pPr>
                  <w:r w:rsidRPr="001A6940">
                    <w:t>11.50 - 12.05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2A5ECF">
                  <w:pPr>
                    <w:spacing w:after="0" w:line="240" w:lineRule="auto"/>
                  </w:pPr>
                  <w:r>
                    <w:t>1,2,3</w:t>
                  </w:r>
                </w:p>
                <w:p w:rsidR="007C4DBE" w:rsidRPr="001A6940" w:rsidRDefault="007C4DBE" w:rsidP="002A5ECF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233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jc w:val="center"/>
                    <w:rPr>
                      <w:b/>
                    </w:rPr>
                  </w:pPr>
                  <w:r w:rsidRPr="001A6940">
                    <w:rPr>
                      <w:b/>
                    </w:rPr>
                    <w:t>CMU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jc w:val="center"/>
                  </w:pPr>
                  <w:r w:rsidRPr="001A6940">
                    <w:t>12.10 - 12.25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r w:rsidRPr="001A6940">
                    <w:t>125 SP</w:t>
                  </w:r>
                </w:p>
              </w:tc>
            </w:tr>
            <w:tr w:rsidR="007C4DBE" w:rsidRPr="00E31B72" w:rsidTr="008954E0">
              <w:trPr>
                <w:trHeight w:val="248"/>
              </w:trPr>
              <w:tc>
                <w:tcPr>
                  <w:tcW w:w="9524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</w:tcPr>
                <w:p w:rsidR="007C4DBE" w:rsidRPr="008D545C" w:rsidRDefault="007C4DBE" w:rsidP="008D545C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PAUZA ZA RUČAK</w:t>
                  </w: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PRIKOLICE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13.00 - 13.15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SVI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55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13.20 - 13.35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4,5,6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CMU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13.40 - 13.55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600 SST + BIG BOYS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A6940">
                    <w:rPr>
                      <w:b/>
                    </w:rPr>
                    <w:t>OT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14.00 - 14.15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 w:rsidRPr="001A6940">
                    <w:t>7,8,9,10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55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SM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E31B72">
                  <w:pPr>
                    <w:spacing w:after="0" w:line="240" w:lineRule="auto"/>
                    <w:jc w:val="center"/>
                  </w:pPr>
                  <w:r w:rsidRPr="001A6940">
                    <w:t>14.20 – 14.35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E31B72">
                  <w:pPr>
                    <w:spacing w:after="0" w:line="240" w:lineRule="auto"/>
                  </w:pPr>
                  <w:r>
                    <w:t>SVI</w:t>
                  </w:r>
                </w:p>
                <w:p w:rsidR="007C4DBE" w:rsidRPr="001A6940" w:rsidRDefault="007C4DBE" w:rsidP="00E31B72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342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2A5EC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CMU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Pr="001A6940" w:rsidRDefault="007C4DBE" w:rsidP="002A5ECF">
                  <w:pPr>
                    <w:spacing w:after="0" w:line="240" w:lineRule="auto"/>
                    <w:jc w:val="center"/>
                  </w:pPr>
                  <w:r w:rsidRPr="001A6940">
                    <w:t>14.40 – 14.55</w:t>
                  </w:r>
                </w:p>
              </w:tc>
              <w:tc>
                <w:tcPr>
                  <w:tcW w:w="6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7C4DBE" w:rsidRDefault="007C4DBE" w:rsidP="002A5ECF">
                  <w:pPr>
                    <w:spacing w:after="0" w:line="240" w:lineRule="auto"/>
                  </w:pPr>
                  <w:r>
                    <w:t>1000 SST</w:t>
                  </w:r>
                </w:p>
                <w:p w:rsidR="007C4DBE" w:rsidRPr="001A6940" w:rsidRDefault="007C4DBE" w:rsidP="002A5ECF">
                  <w:pPr>
                    <w:spacing w:after="0" w:line="240" w:lineRule="auto"/>
                  </w:pPr>
                </w:p>
              </w:tc>
            </w:tr>
            <w:tr w:rsidR="007C4DBE" w:rsidRPr="00E31B72" w:rsidTr="008954E0">
              <w:trPr>
                <w:trHeight w:val="184"/>
              </w:trPr>
              <w:tc>
                <w:tcPr>
                  <w:tcW w:w="952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4A442A"/>
                </w:tcPr>
                <w:p w:rsidR="007C4DBE" w:rsidRPr="00E31B72" w:rsidRDefault="007C4DBE" w:rsidP="00E31B72">
                  <w:pPr>
                    <w:spacing w:after="0" w:line="240" w:lineRule="auto"/>
                    <w:jc w:val="center"/>
                    <w:rPr>
                      <w:b/>
                      <w:color w:val="FFFFFF"/>
                      <w:sz w:val="24"/>
                      <w:szCs w:val="24"/>
                    </w:rPr>
                  </w:pPr>
                </w:p>
              </w:tc>
            </w:tr>
          </w:tbl>
          <w:p w:rsidR="007C4DBE" w:rsidRPr="00E31B72" w:rsidRDefault="007C4DBE" w:rsidP="00E31B72">
            <w:pPr>
              <w:spacing w:after="0" w:line="240" w:lineRule="auto"/>
            </w:pPr>
          </w:p>
        </w:tc>
      </w:tr>
    </w:tbl>
    <w:p w:rsidR="007C4DBE" w:rsidRDefault="007C4DBE" w:rsidP="008F0AFC"/>
    <w:sectPr w:rsidR="007C4DBE" w:rsidSect="007F13A5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BE" w:rsidRDefault="007C4DBE" w:rsidP="008F0AFC">
      <w:pPr>
        <w:spacing w:after="0" w:line="240" w:lineRule="auto"/>
      </w:pPr>
      <w:r>
        <w:separator/>
      </w:r>
    </w:p>
  </w:endnote>
  <w:endnote w:type="continuationSeparator" w:id="0">
    <w:p w:rsidR="007C4DBE" w:rsidRDefault="007C4DBE" w:rsidP="008F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BE" w:rsidRDefault="007C4DBE" w:rsidP="008F0AFC">
      <w:pPr>
        <w:spacing w:after="0" w:line="240" w:lineRule="auto"/>
      </w:pPr>
      <w:r>
        <w:separator/>
      </w:r>
    </w:p>
  </w:footnote>
  <w:footnote w:type="continuationSeparator" w:id="0">
    <w:p w:rsidR="007C4DBE" w:rsidRDefault="007C4DBE" w:rsidP="008F0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D100A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E26A0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A507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FCA85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F8E3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08B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846C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AE98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9AA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4C7C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4973"/>
    <w:rsid w:val="000114DD"/>
    <w:rsid w:val="00047BA7"/>
    <w:rsid w:val="00055461"/>
    <w:rsid w:val="00060B59"/>
    <w:rsid w:val="00066087"/>
    <w:rsid w:val="000C5CBD"/>
    <w:rsid w:val="000E0090"/>
    <w:rsid w:val="00101FF4"/>
    <w:rsid w:val="00116E5F"/>
    <w:rsid w:val="0011705E"/>
    <w:rsid w:val="00150CBB"/>
    <w:rsid w:val="00160DB4"/>
    <w:rsid w:val="00166A8A"/>
    <w:rsid w:val="0017372E"/>
    <w:rsid w:val="00177980"/>
    <w:rsid w:val="00196540"/>
    <w:rsid w:val="001A6940"/>
    <w:rsid w:val="001B681C"/>
    <w:rsid w:val="001D1635"/>
    <w:rsid w:val="001E13A8"/>
    <w:rsid w:val="0021693B"/>
    <w:rsid w:val="00244F55"/>
    <w:rsid w:val="00245B1E"/>
    <w:rsid w:val="0026739B"/>
    <w:rsid w:val="00267520"/>
    <w:rsid w:val="00267DAF"/>
    <w:rsid w:val="0027041B"/>
    <w:rsid w:val="00291BD1"/>
    <w:rsid w:val="002A353D"/>
    <w:rsid w:val="002A5ECF"/>
    <w:rsid w:val="002B62A8"/>
    <w:rsid w:val="002F3482"/>
    <w:rsid w:val="00301929"/>
    <w:rsid w:val="00303ABF"/>
    <w:rsid w:val="00315585"/>
    <w:rsid w:val="00323E0E"/>
    <w:rsid w:val="00337F43"/>
    <w:rsid w:val="00357436"/>
    <w:rsid w:val="00363638"/>
    <w:rsid w:val="0037674C"/>
    <w:rsid w:val="0038674A"/>
    <w:rsid w:val="003A4F3A"/>
    <w:rsid w:val="003C5A57"/>
    <w:rsid w:val="003D08C6"/>
    <w:rsid w:val="00412FDF"/>
    <w:rsid w:val="004178CF"/>
    <w:rsid w:val="00440240"/>
    <w:rsid w:val="00446A64"/>
    <w:rsid w:val="0047279A"/>
    <w:rsid w:val="00474517"/>
    <w:rsid w:val="00476B44"/>
    <w:rsid w:val="00480F8B"/>
    <w:rsid w:val="004911B8"/>
    <w:rsid w:val="004B53D2"/>
    <w:rsid w:val="004B5D62"/>
    <w:rsid w:val="004E271E"/>
    <w:rsid w:val="004E7F59"/>
    <w:rsid w:val="004F0D03"/>
    <w:rsid w:val="0050040E"/>
    <w:rsid w:val="0051067B"/>
    <w:rsid w:val="005221D1"/>
    <w:rsid w:val="00531AFC"/>
    <w:rsid w:val="00544632"/>
    <w:rsid w:val="005501FB"/>
    <w:rsid w:val="0055036E"/>
    <w:rsid w:val="005521AA"/>
    <w:rsid w:val="005550D0"/>
    <w:rsid w:val="00560578"/>
    <w:rsid w:val="00565B84"/>
    <w:rsid w:val="00587704"/>
    <w:rsid w:val="00595A5B"/>
    <w:rsid w:val="005C3493"/>
    <w:rsid w:val="005E3452"/>
    <w:rsid w:val="00602672"/>
    <w:rsid w:val="00606C5B"/>
    <w:rsid w:val="006358F4"/>
    <w:rsid w:val="00650323"/>
    <w:rsid w:val="00657B47"/>
    <w:rsid w:val="00677A7F"/>
    <w:rsid w:val="00684973"/>
    <w:rsid w:val="006A252D"/>
    <w:rsid w:val="006A5E34"/>
    <w:rsid w:val="006A68A1"/>
    <w:rsid w:val="006B50E6"/>
    <w:rsid w:val="006B7484"/>
    <w:rsid w:val="006E3D7F"/>
    <w:rsid w:val="006E4406"/>
    <w:rsid w:val="006F2075"/>
    <w:rsid w:val="006F548C"/>
    <w:rsid w:val="0070082E"/>
    <w:rsid w:val="0070692E"/>
    <w:rsid w:val="007133E4"/>
    <w:rsid w:val="00717182"/>
    <w:rsid w:val="00747813"/>
    <w:rsid w:val="00785D12"/>
    <w:rsid w:val="007933F7"/>
    <w:rsid w:val="007A05AE"/>
    <w:rsid w:val="007B7AD5"/>
    <w:rsid w:val="007C4DBE"/>
    <w:rsid w:val="007C72F7"/>
    <w:rsid w:val="007D4C58"/>
    <w:rsid w:val="007F13A5"/>
    <w:rsid w:val="0080305B"/>
    <w:rsid w:val="0081266D"/>
    <w:rsid w:val="00820E20"/>
    <w:rsid w:val="0083187B"/>
    <w:rsid w:val="00831D8C"/>
    <w:rsid w:val="00874E32"/>
    <w:rsid w:val="008954E0"/>
    <w:rsid w:val="008B1F51"/>
    <w:rsid w:val="008B3E63"/>
    <w:rsid w:val="008D545C"/>
    <w:rsid w:val="008D5541"/>
    <w:rsid w:val="008E4D70"/>
    <w:rsid w:val="008F0AFC"/>
    <w:rsid w:val="00903C56"/>
    <w:rsid w:val="009120E6"/>
    <w:rsid w:val="00912F37"/>
    <w:rsid w:val="00913500"/>
    <w:rsid w:val="00930317"/>
    <w:rsid w:val="009330D2"/>
    <w:rsid w:val="00942F12"/>
    <w:rsid w:val="009470A4"/>
    <w:rsid w:val="009771DA"/>
    <w:rsid w:val="00980AC8"/>
    <w:rsid w:val="009961FC"/>
    <w:rsid w:val="009A0A3F"/>
    <w:rsid w:val="009C0D5D"/>
    <w:rsid w:val="009E5374"/>
    <w:rsid w:val="00A041D9"/>
    <w:rsid w:val="00A10A9E"/>
    <w:rsid w:val="00A140A4"/>
    <w:rsid w:val="00A20BFA"/>
    <w:rsid w:val="00A634D7"/>
    <w:rsid w:val="00A7038D"/>
    <w:rsid w:val="00AA442B"/>
    <w:rsid w:val="00AB37B0"/>
    <w:rsid w:val="00AC32FA"/>
    <w:rsid w:val="00AD2BCA"/>
    <w:rsid w:val="00AF383C"/>
    <w:rsid w:val="00B146C3"/>
    <w:rsid w:val="00B16F6A"/>
    <w:rsid w:val="00B23F39"/>
    <w:rsid w:val="00B2557F"/>
    <w:rsid w:val="00B34F8D"/>
    <w:rsid w:val="00B42004"/>
    <w:rsid w:val="00B432A1"/>
    <w:rsid w:val="00B4511F"/>
    <w:rsid w:val="00B52E11"/>
    <w:rsid w:val="00B53CB8"/>
    <w:rsid w:val="00B6668F"/>
    <w:rsid w:val="00BB06E2"/>
    <w:rsid w:val="00BB3247"/>
    <w:rsid w:val="00BC195B"/>
    <w:rsid w:val="00BC1DBB"/>
    <w:rsid w:val="00BD0471"/>
    <w:rsid w:val="00BD7655"/>
    <w:rsid w:val="00BE4E45"/>
    <w:rsid w:val="00C01C86"/>
    <w:rsid w:val="00C27651"/>
    <w:rsid w:val="00C31884"/>
    <w:rsid w:val="00C626E7"/>
    <w:rsid w:val="00C74672"/>
    <w:rsid w:val="00C87D10"/>
    <w:rsid w:val="00C94721"/>
    <w:rsid w:val="00CD43DA"/>
    <w:rsid w:val="00CF61BB"/>
    <w:rsid w:val="00D12A28"/>
    <w:rsid w:val="00D14BDB"/>
    <w:rsid w:val="00D56137"/>
    <w:rsid w:val="00D57938"/>
    <w:rsid w:val="00D63C3B"/>
    <w:rsid w:val="00D73592"/>
    <w:rsid w:val="00DB42ED"/>
    <w:rsid w:val="00DC5A68"/>
    <w:rsid w:val="00DC7FD8"/>
    <w:rsid w:val="00DD7DD7"/>
    <w:rsid w:val="00DF48F1"/>
    <w:rsid w:val="00E11753"/>
    <w:rsid w:val="00E31B72"/>
    <w:rsid w:val="00E40980"/>
    <w:rsid w:val="00E82F42"/>
    <w:rsid w:val="00E91B88"/>
    <w:rsid w:val="00E93016"/>
    <w:rsid w:val="00E936EC"/>
    <w:rsid w:val="00EA7078"/>
    <w:rsid w:val="00EB41D9"/>
    <w:rsid w:val="00EC6557"/>
    <w:rsid w:val="00EF6E76"/>
    <w:rsid w:val="00F1690E"/>
    <w:rsid w:val="00F172C9"/>
    <w:rsid w:val="00F5183A"/>
    <w:rsid w:val="00F70130"/>
    <w:rsid w:val="00F805F4"/>
    <w:rsid w:val="00F82642"/>
    <w:rsid w:val="00F91F9C"/>
    <w:rsid w:val="00FA3D60"/>
    <w:rsid w:val="00FA58F8"/>
    <w:rsid w:val="00FB0BF4"/>
    <w:rsid w:val="00FB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B8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497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D5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55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F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0AF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F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0A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1</Pages>
  <Words>138</Words>
  <Characters>793</Characters>
  <Application>Microsoft Office Outlook</Application>
  <DocSecurity>0</DocSecurity>
  <Lines>0</Lines>
  <Paragraphs>0</Paragraphs>
  <ScaleCrop>false</ScaleCrop>
  <Company>----------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MEĐUNARODNO PRVENSTVO HRVATSKE </dc:title>
  <dc:subject/>
  <dc:creator>----------</dc:creator>
  <cp:keywords/>
  <dc:description/>
  <cp:lastModifiedBy>Korisnik</cp:lastModifiedBy>
  <cp:revision>21</cp:revision>
  <cp:lastPrinted>2016-09-16T20:12:00Z</cp:lastPrinted>
  <dcterms:created xsi:type="dcterms:W3CDTF">2016-09-03T16:41:00Z</dcterms:created>
  <dcterms:modified xsi:type="dcterms:W3CDTF">2018-04-19T08:07:00Z</dcterms:modified>
</cp:coreProperties>
</file>